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C5CA7" w:rsidP="007B02B3">
      <w:pPr>
        <w:tabs>
          <w:tab w:val="right" w:pos="10170"/>
        </w:tabs>
        <w:rPr>
          <w:sz w:val="26"/>
          <w:lang w:val="en-US"/>
        </w:rPr>
      </w:pPr>
      <w:r w:rsidRPr="007B02B3">
        <w:rPr>
          <w:sz w:val="26"/>
          <w:lang w:val="en-US"/>
        </w:rPr>
        <w:t xml:space="preserve">Dusit Thani hotels is a public limited company that owns 3 hotels in Cairo, The tourist industry in the country is expanding but there are many competing hotel companies in the </w:t>
      </w:r>
      <w:r w:rsidRPr="007B02B3">
        <w:rPr>
          <w:sz w:val="26"/>
          <w:lang w:val="en-US"/>
        </w:rPr>
        <w:t>capital, The company accountant has calculated the following ratio results from the latest published accounts:</w:t>
      </w:r>
    </w:p>
    <w:tbl>
      <w:tblPr>
        <w:tblW w:w="1050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5338"/>
        <w:gridCol w:w="2356"/>
        <w:gridCol w:w="2810"/>
      </w:tblGrid>
      <w:tr w:rsidR="007B02B3" w:rsidRPr="007B02B3" w:rsidTr="007B02B3">
        <w:trPr>
          <w:trHeight w:hRule="exact" w:val="338"/>
        </w:trPr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b/>
                <w:bCs/>
                <w:sz w:val="26"/>
                <w:lang w:val="en-US"/>
              </w:rPr>
              <w:t>Dusit Thani PLC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b/>
                <w:bCs/>
                <w:sz w:val="26"/>
                <w:lang w:val="en-US"/>
              </w:rPr>
              <w:t>2015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b/>
                <w:bCs/>
                <w:sz w:val="26"/>
                <w:lang w:val="en-US"/>
              </w:rPr>
              <w:t>2014</w:t>
            </w:r>
          </w:p>
        </w:tc>
      </w:tr>
      <w:tr w:rsidR="007B02B3" w:rsidRPr="007B02B3" w:rsidTr="007B02B3">
        <w:trPr>
          <w:trHeight w:hRule="exact" w:val="338"/>
        </w:trPr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sz w:val="26"/>
                <w:lang w:val="en-US"/>
              </w:rPr>
              <w:t>Return on capital employed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sz w:val="26"/>
                <w:lang w:val="en-US"/>
              </w:rPr>
              <w:t>13%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sz w:val="26"/>
                <w:lang w:val="en-US"/>
              </w:rPr>
              <w:t>17%</w:t>
            </w:r>
          </w:p>
        </w:tc>
      </w:tr>
      <w:tr w:rsidR="007B02B3" w:rsidRPr="007B02B3" w:rsidTr="007B02B3">
        <w:trPr>
          <w:trHeight w:hRule="exact" w:val="338"/>
        </w:trPr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sz w:val="26"/>
                <w:lang w:val="en-US"/>
              </w:rPr>
              <w:t>Gross profit margin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sz w:val="26"/>
                <w:lang w:val="en-US"/>
              </w:rPr>
              <w:t>35%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sz w:val="26"/>
                <w:lang w:val="en-US"/>
              </w:rPr>
              <w:t>30%</w:t>
            </w:r>
          </w:p>
        </w:tc>
      </w:tr>
      <w:tr w:rsidR="007B02B3" w:rsidRPr="007B02B3" w:rsidTr="007B02B3">
        <w:trPr>
          <w:trHeight w:hRule="exact" w:val="338"/>
        </w:trPr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sz w:val="26"/>
                <w:lang w:val="en-US"/>
              </w:rPr>
              <w:t>Net profit margin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sz w:val="26"/>
                <w:lang w:val="en-US"/>
              </w:rPr>
              <w:t>12%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sz w:val="26"/>
                <w:lang w:val="en-US"/>
              </w:rPr>
              <w:t>16%</w:t>
            </w:r>
          </w:p>
        </w:tc>
      </w:tr>
      <w:tr w:rsidR="007B02B3" w:rsidRPr="007B02B3" w:rsidTr="007B02B3">
        <w:trPr>
          <w:trHeight w:hRule="exact" w:val="338"/>
        </w:trPr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sz w:val="26"/>
                <w:lang w:val="en-US"/>
              </w:rPr>
              <w:t>Current Ratio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sz w:val="26"/>
                <w:lang w:val="en-US"/>
              </w:rPr>
              <w:t>1.2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sz w:val="26"/>
                <w:lang w:val="en-US"/>
              </w:rPr>
              <w:t>1.4</w:t>
            </w:r>
          </w:p>
        </w:tc>
      </w:tr>
      <w:tr w:rsidR="007B02B3" w:rsidRPr="007B02B3" w:rsidTr="007B02B3">
        <w:trPr>
          <w:trHeight w:hRule="exact" w:val="338"/>
        </w:trPr>
        <w:tc>
          <w:tcPr>
            <w:tcW w:w="5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sz w:val="26"/>
                <w:lang w:val="en-US"/>
              </w:rPr>
              <w:t>Acid test ratio</w:t>
            </w:r>
          </w:p>
        </w:tc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sz w:val="26"/>
                <w:lang w:val="en-US"/>
              </w:rPr>
              <w:t>0.6</w:t>
            </w:r>
          </w:p>
        </w:tc>
        <w:tc>
          <w:tcPr>
            <w:tcW w:w="2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02B3" w:rsidRPr="007B02B3" w:rsidRDefault="007B02B3" w:rsidP="007B02B3">
            <w:pPr>
              <w:tabs>
                <w:tab w:val="right" w:pos="10170"/>
              </w:tabs>
              <w:rPr>
                <w:sz w:val="26"/>
              </w:rPr>
            </w:pPr>
            <w:r w:rsidRPr="007B02B3">
              <w:rPr>
                <w:sz w:val="26"/>
                <w:lang w:val="en-US"/>
              </w:rPr>
              <w:t>1.0</w:t>
            </w:r>
          </w:p>
        </w:tc>
      </w:tr>
    </w:tbl>
    <w:p w:rsidR="007B02B3" w:rsidRPr="007B02B3" w:rsidRDefault="007B02B3" w:rsidP="007B02B3">
      <w:pPr>
        <w:tabs>
          <w:tab w:val="right" w:pos="10170"/>
        </w:tabs>
        <w:rPr>
          <w:b/>
          <w:bCs/>
          <w:sz w:val="6"/>
          <w:lang w:val="en-US"/>
        </w:rPr>
      </w:pPr>
    </w:p>
    <w:p w:rsidR="007B02B3" w:rsidRPr="007B02B3" w:rsidRDefault="007B02B3" w:rsidP="007B02B3">
      <w:pPr>
        <w:tabs>
          <w:tab w:val="right" w:pos="10170"/>
        </w:tabs>
        <w:rPr>
          <w:sz w:val="26"/>
        </w:rPr>
      </w:pPr>
      <w:r w:rsidRPr="007B02B3">
        <w:rPr>
          <w:b/>
          <w:bCs/>
          <w:sz w:val="26"/>
          <w:lang w:val="en-US"/>
        </w:rPr>
        <w:t xml:space="preserve">Activity 25.3 - </w:t>
      </w:r>
      <w:r w:rsidRPr="007B02B3">
        <w:rPr>
          <w:sz w:val="26"/>
          <w:lang w:val="en-US"/>
        </w:rPr>
        <w:t>Using the case study above:</w:t>
      </w:r>
    </w:p>
    <w:p w:rsidR="007B02B3" w:rsidRPr="007B02B3" w:rsidRDefault="007C5CA7" w:rsidP="007B02B3">
      <w:pPr>
        <w:numPr>
          <w:ilvl w:val="0"/>
          <w:numId w:val="16"/>
        </w:numPr>
        <w:tabs>
          <w:tab w:val="clear" w:pos="720"/>
          <w:tab w:val="right" w:pos="10170"/>
        </w:tabs>
        <w:ind w:left="360"/>
        <w:rPr>
          <w:sz w:val="26"/>
        </w:rPr>
      </w:pPr>
      <w:r w:rsidRPr="007B02B3">
        <w:rPr>
          <w:sz w:val="26"/>
          <w:lang w:val="en-US"/>
        </w:rPr>
        <w:t>Do you think the management of Dusit Thani Hotels should be satisfies with the profitability of the company? Ju</w:t>
      </w:r>
      <w:r w:rsidRPr="007B02B3">
        <w:rPr>
          <w:sz w:val="26"/>
          <w:lang w:val="en-US"/>
        </w:rPr>
        <w:t xml:space="preserve">stify your answer. </w:t>
      </w:r>
    </w:p>
    <w:p w:rsidR="00000000" w:rsidRPr="007B02B3" w:rsidRDefault="007B02B3" w:rsidP="007B02B3">
      <w:pPr>
        <w:tabs>
          <w:tab w:val="right" w:pos="10170"/>
        </w:tabs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lang w:val="en-US"/>
        </w:rPr>
        <w:tab/>
      </w:r>
      <w:r w:rsidR="007C5CA7" w:rsidRPr="007B02B3">
        <w:rPr>
          <w:sz w:val="26"/>
          <w:lang w:val="en-US"/>
        </w:rPr>
        <w:t>[2]</w:t>
      </w:r>
    </w:p>
    <w:p w:rsidR="007B02B3" w:rsidRPr="007B02B3" w:rsidRDefault="007C5CA7" w:rsidP="007B02B3">
      <w:pPr>
        <w:numPr>
          <w:ilvl w:val="0"/>
          <w:numId w:val="16"/>
        </w:numPr>
        <w:tabs>
          <w:tab w:val="clear" w:pos="720"/>
          <w:tab w:val="right" w:pos="10170"/>
        </w:tabs>
        <w:ind w:left="360"/>
        <w:rPr>
          <w:sz w:val="26"/>
        </w:rPr>
      </w:pPr>
      <w:r w:rsidRPr="007B02B3">
        <w:rPr>
          <w:sz w:val="26"/>
          <w:lang w:val="en-US"/>
        </w:rPr>
        <w:t>Explain why comparing these ratio results with other hotel companies would be useful for Dusit Thani Hotel</w:t>
      </w:r>
      <w:r w:rsidR="007B02B3">
        <w:rPr>
          <w:sz w:val="26"/>
          <w:lang w:val="en-US"/>
        </w:rPr>
        <w:t>’</w:t>
      </w:r>
      <w:r w:rsidRPr="007B02B3">
        <w:rPr>
          <w:sz w:val="26"/>
          <w:lang w:val="en-US"/>
        </w:rPr>
        <w:t xml:space="preserve">s management. </w:t>
      </w:r>
    </w:p>
    <w:p w:rsidR="00000000" w:rsidRPr="007B02B3" w:rsidRDefault="007B02B3" w:rsidP="007B02B3">
      <w:pPr>
        <w:tabs>
          <w:tab w:val="right" w:pos="10170"/>
        </w:tabs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lang w:val="en-US"/>
        </w:rPr>
        <w:tab/>
      </w:r>
      <w:r w:rsidR="007C5CA7" w:rsidRPr="007B02B3">
        <w:rPr>
          <w:sz w:val="26"/>
          <w:lang w:val="en-US"/>
        </w:rPr>
        <w:t>[2]</w:t>
      </w:r>
    </w:p>
    <w:p w:rsidR="007B02B3" w:rsidRPr="007B02B3" w:rsidRDefault="007C5CA7" w:rsidP="007B02B3">
      <w:pPr>
        <w:numPr>
          <w:ilvl w:val="0"/>
          <w:numId w:val="16"/>
        </w:numPr>
        <w:tabs>
          <w:tab w:val="clear" w:pos="720"/>
          <w:tab w:val="right" w:pos="10170"/>
        </w:tabs>
        <w:ind w:left="360"/>
        <w:rPr>
          <w:sz w:val="26"/>
        </w:rPr>
      </w:pPr>
      <w:r w:rsidRPr="007B02B3">
        <w:rPr>
          <w:sz w:val="26"/>
          <w:lang w:val="en-US"/>
        </w:rPr>
        <w:t xml:space="preserve">Do you think that Dusit Thani hotel’s bank and creditors should be satisfied with the liquidity of the </w:t>
      </w:r>
      <w:r w:rsidR="007B02B3" w:rsidRPr="007B02B3">
        <w:rPr>
          <w:sz w:val="26"/>
          <w:lang w:val="en-US"/>
        </w:rPr>
        <w:t>company?</w:t>
      </w:r>
      <w:r w:rsidRPr="007B02B3">
        <w:rPr>
          <w:sz w:val="26"/>
          <w:lang w:val="en-US"/>
        </w:rPr>
        <w:t xml:space="preserve"> Justify your answer. </w:t>
      </w:r>
    </w:p>
    <w:p w:rsidR="007B02B3" w:rsidRDefault="007B02B3" w:rsidP="007B02B3">
      <w:pPr>
        <w:tabs>
          <w:tab w:val="right" w:pos="10170"/>
        </w:tabs>
        <w:rPr>
          <w:sz w:val="26"/>
          <w:lang w:val="en-US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6"/>
          <w:lang w:val="en-US"/>
        </w:rPr>
        <w:tab/>
      </w:r>
      <w:r w:rsidR="007C5CA7" w:rsidRPr="007B02B3">
        <w:rPr>
          <w:sz w:val="26"/>
          <w:lang w:val="en-US"/>
        </w:rPr>
        <w:t>[4]</w:t>
      </w:r>
    </w:p>
    <w:p w:rsidR="007B02B3" w:rsidRDefault="007B02B3">
      <w:pPr>
        <w:rPr>
          <w:sz w:val="26"/>
          <w:lang w:val="en-US"/>
        </w:rPr>
      </w:pPr>
      <w:r>
        <w:rPr>
          <w:sz w:val="26"/>
          <w:lang w:val="en-US"/>
        </w:rPr>
        <w:br w:type="page"/>
      </w:r>
    </w:p>
    <w:p w:rsidR="00000000" w:rsidRPr="007B02B3" w:rsidRDefault="007C5CA7" w:rsidP="007B02B3">
      <w:pPr>
        <w:numPr>
          <w:ilvl w:val="0"/>
          <w:numId w:val="16"/>
        </w:numPr>
        <w:tabs>
          <w:tab w:val="clear" w:pos="720"/>
          <w:tab w:val="right" w:pos="10170"/>
        </w:tabs>
        <w:ind w:left="360"/>
        <w:rPr>
          <w:sz w:val="26"/>
        </w:rPr>
      </w:pPr>
      <w:r w:rsidRPr="007B02B3">
        <w:rPr>
          <w:sz w:val="26"/>
          <w:lang w:val="en-US"/>
        </w:rPr>
        <w:lastRenderedPageBreak/>
        <w:t>Suggest and exp</w:t>
      </w:r>
      <w:r w:rsidRPr="007B02B3">
        <w:rPr>
          <w:sz w:val="26"/>
          <w:lang w:val="en-US"/>
        </w:rPr>
        <w:t>lain two ways in which the management of Dusit Thani Hotels could increase the profitability of the company. Which w</w:t>
      </w:r>
      <w:r w:rsidR="007B02B3">
        <w:rPr>
          <w:sz w:val="26"/>
          <w:lang w:val="en-US"/>
        </w:rPr>
        <w:t>ay would you recommend and why?</w:t>
      </w:r>
      <w:r w:rsidR="007B02B3">
        <w:rPr>
          <w:sz w:val="26"/>
          <w:lang w:val="en-US"/>
        </w:rPr>
        <w:br/>
        <w:t>Way 1: _________________________________________________________________________________________________________________________________________________________________________________________________________________________________</w:t>
      </w:r>
      <w:r w:rsidR="007B02B3">
        <w:rPr>
          <w:sz w:val="26"/>
          <w:lang w:val="en-US"/>
        </w:rPr>
        <w:br/>
        <w:t>Way 2: _____________________________________________________________________</w:t>
      </w:r>
      <w:r w:rsidR="007B02B3">
        <w:rPr>
          <w:sz w:val="26"/>
          <w:lang w:val="en-US"/>
        </w:rPr>
        <w:br/>
        <w:t>____________________________________________________________________________________________________________________________________________________</w:t>
      </w:r>
      <w:r w:rsidR="007B02B3">
        <w:rPr>
          <w:sz w:val="26"/>
          <w:lang w:val="en-US"/>
        </w:rPr>
        <w:tab/>
      </w:r>
      <w:r w:rsidRPr="007B02B3">
        <w:rPr>
          <w:sz w:val="26"/>
          <w:lang w:val="en-US"/>
        </w:rPr>
        <w:t>[6]</w:t>
      </w:r>
    </w:p>
    <w:p w:rsidR="00000000" w:rsidRPr="007B02B3" w:rsidRDefault="007C5CA7" w:rsidP="007B02B3">
      <w:pPr>
        <w:numPr>
          <w:ilvl w:val="0"/>
          <w:numId w:val="16"/>
        </w:numPr>
        <w:tabs>
          <w:tab w:val="clear" w:pos="720"/>
          <w:tab w:val="right" w:pos="10170"/>
        </w:tabs>
        <w:ind w:left="360"/>
        <w:rPr>
          <w:sz w:val="26"/>
        </w:rPr>
      </w:pPr>
      <w:r w:rsidRPr="007B02B3">
        <w:rPr>
          <w:sz w:val="26"/>
          <w:lang w:val="en-US"/>
        </w:rPr>
        <w:t>Suggest and explain two ways in w</w:t>
      </w:r>
      <w:r w:rsidRPr="007B02B3">
        <w:rPr>
          <w:sz w:val="26"/>
          <w:lang w:val="en-US"/>
        </w:rPr>
        <w:t>hich the management of Dusit Thani Hotels could increase the liquidity of the company. Whic</w:t>
      </w:r>
      <w:r w:rsidR="007B02B3">
        <w:rPr>
          <w:sz w:val="26"/>
          <w:lang w:val="en-US"/>
        </w:rPr>
        <w:t>h way would you choose and why?</w:t>
      </w:r>
    </w:p>
    <w:p w:rsidR="00220C19" w:rsidRPr="007B02B3" w:rsidRDefault="007B02B3" w:rsidP="007B02B3">
      <w:pPr>
        <w:tabs>
          <w:tab w:val="right" w:pos="10170"/>
        </w:tabs>
        <w:ind w:left="360"/>
        <w:rPr>
          <w:sz w:val="26"/>
        </w:rPr>
      </w:pPr>
      <w:r>
        <w:rPr>
          <w:sz w:val="26"/>
          <w:lang w:val="en-US"/>
        </w:rPr>
        <w:t>Way 1: _</w:t>
      </w:r>
      <w:r>
        <w:rPr>
          <w:sz w:val="26"/>
          <w:lang w:val="en-US"/>
        </w:rPr>
        <w:t>____________________________________________________________________</w:t>
      </w:r>
      <w:r>
        <w:rPr>
          <w:sz w:val="26"/>
          <w:lang w:val="en-US"/>
        </w:rPr>
        <w:br/>
      </w:r>
      <w:r>
        <w:rPr>
          <w:sz w:val="26"/>
          <w:lang w:val="en-US"/>
        </w:rPr>
        <w:t>___________________________________________________________________________</w:t>
      </w:r>
      <w:r>
        <w:rPr>
          <w:sz w:val="26"/>
          <w:lang w:val="en-US"/>
        </w:rPr>
        <w:br/>
      </w:r>
      <w:r>
        <w:rPr>
          <w:sz w:val="26"/>
          <w:lang w:val="en-US"/>
        </w:rPr>
        <w:t>___________________________________________________________________________</w:t>
      </w:r>
      <w:r>
        <w:rPr>
          <w:sz w:val="26"/>
          <w:lang w:val="en-US"/>
        </w:rPr>
        <w:br/>
        <w:t>Way 2: _____________________________________________________________________</w:t>
      </w:r>
      <w:r>
        <w:rPr>
          <w:sz w:val="26"/>
          <w:lang w:val="en-US"/>
        </w:rPr>
        <w:br/>
      </w:r>
      <w:r>
        <w:rPr>
          <w:sz w:val="26"/>
          <w:lang w:val="en-US"/>
        </w:rPr>
        <w:t>___________________________________________</w:t>
      </w:r>
      <w:r>
        <w:rPr>
          <w:sz w:val="26"/>
          <w:lang w:val="en-US"/>
        </w:rPr>
        <w:t>_______________________________</w:t>
      </w:r>
      <w:r>
        <w:rPr>
          <w:sz w:val="26"/>
          <w:lang w:val="en-US"/>
        </w:rPr>
        <w:t>________</w:t>
      </w:r>
      <w:bookmarkStart w:id="0" w:name="_GoBack"/>
      <w:bookmarkEnd w:id="0"/>
      <w:r>
        <w:rPr>
          <w:sz w:val="26"/>
          <w:lang w:val="en-US"/>
        </w:rPr>
        <w:t>_________________________________________________________________</w:t>
      </w:r>
      <w:r>
        <w:rPr>
          <w:sz w:val="26"/>
          <w:lang w:val="en-US"/>
        </w:rPr>
        <w:tab/>
      </w:r>
      <w:r w:rsidRPr="007B02B3">
        <w:rPr>
          <w:sz w:val="26"/>
          <w:lang w:val="en-US"/>
        </w:rPr>
        <w:t>[6]</w:t>
      </w:r>
    </w:p>
    <w:sectPr w:rsidR="00220C19" w:rsidRPr="007B02B3" w:rsidSect="003A05FE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CA7" w:rsidRDefault="007C5CA7" w:rsidP="00027C4B">
      <w:pPr>
        <w:spacing w:after="0" w:line="240" w:lineRule="auto"/>
      </w:pPr>
      <w:r>
        <w:separator/>
      </w:r>
    </w:p>
  </w:endnote>
  <w:endnote w:type="continuationSeparator" w:id="0">
    <w:p w:rsidR="007C5CA7" w:rsidRDefault="007C5CA7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CA7" w:rsidRDefault="007C5CA7" w:rsidP="00027C4B">
      <w:pPr>
        <w:spacing w:after="0" w:line="240" w:lineRule="auto"/>
      </w:pPr>
      <w:r>
        <w:separator/>
      </w:r>
    </w:p>
  </w:footnote>
  <w:footnote w:type="continuationSeparator" w:id="0">
    <w:p w:rsidR="007C5CA7" w:rsidRDefault="007C5CA7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7F0907" w:rsidRDefault="007B02B3" w:rsidP="007F0907">
    <w:pPr>
      <w:tabs>
        <w:tab w:val="right" w:pos="10080"/>
      </w:tabs>
      <w:rPr>
        <w:sz w:val="32"/>
        <w:szCs w:val="26"/>
      </w:rPr>
    </w:pPr>
    <w:r>
      <w:rPr>
        <w:b/>
        <w:bCs/>
        <w:sz w:val="32"/>
        <w:szCs w:val="26"/>
        <w:lang w:val="en-US"/>
      </w:rPr>
      <w:t>Case Study Example – Using ratios to help make decisions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3C7FAE"/>
    <w:multiLevelType w:val="hybridMultilevel"/>
    <w:tmpl w:val="008E8408"/>
    <w:lvl w:ilvl="0" w:tplc="B484CC6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3CAA148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20C869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10E8AF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816CD7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C2A9EC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B126C6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38C0C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9D4C55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CD1A6B"/>
    <w:multiLevelType w:val="hybridMultilevel"/>
    <w:tmpl w:val="3D6CB7F6"/>
    <w:lvl w:ilvl="0" w:tplc="D65885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540F98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B2C01A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F4AB6F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A28E5D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D7E849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F70619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7E683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118EC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CB6F65"/>
    <w:multiLevelType w:val="hybridMultilevel"/>
    <w:tmpl w:val="9FAAA844"/>
    <w:lvl w:ilvl="0" w:tplc="B0E23B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0F6AF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9A0A74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ECAB94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EB225E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9D003E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8DA466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A16331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2C4F57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1"/>
  </w:num>
  <w:num w:numId="5">
    <w:abstractNumId w:val="13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12"/>
  </w:num>
  <w:num w:numId="11">
    <w:abstractNumId w:val="14"/>
  </w:num>
  <w:num w:numId="12">
    <w:abstractNumId w:val="1"/>
  </w:num>
  <w:num w:numId="13">
    <w:abstractNumId w:val="0"/>
  </w:num>
  <w:num w:numId="14">
    <w:abstractNumId w:val="2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166DA7"/>
    <w:rsid w:val="001D3D82"/>
    <w:rsid w:val="0022023D"/>
    <w:rsid w:val="00220C19"/>
    <w:rsid w:val="00231489"/>
    <w:rsid w:val="0038502F"/>
    <w:rsid w:val="003A05FE"/>
    <w:rsid w:val="003D7C19"/>
    <w:rsid w:val="004B65C5"/>
    <w:rsid w:val="005263C1"/>
    <w:rsid w:val="005C2A75"/>
    <w:rsid w:val="007254DF"/>
    <w:rsid w:val="00757EFC"/>
    <w:rsid w:val="0076197F"/>
    <w:rsid w:val="00786D97"/>
    <w:rsid w:val="007B02B3"/>
    <w:rsid w:val="007C5CA7"/>
    <w:rsid w:val="007E0F23"/>
    <w:rsid w:val="007F0907"/>
    <w:rsid w:val="00842464"/>
    <w:rsid w:val="00865A6C"/>
    <w:rsid w:val="008B1285"/>
    <w:rsid w:val="009F52DD"/>
    <w:rsid w:val="00B53B62"/>
    <w:rsid w:val="00CD24AD"/>
    <w:rsid w:val="00D00AD9"/>
    <w:rsid w:val="00DE73BE"/>
    <w:rsid w:val="00F21848"/>
    <w:rsid w:val="00F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9F8157-9A7E-4CDC-8C0C-D5A7549A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95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679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17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170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61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51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7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568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10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84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802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979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2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5.5 - Activity 25.3 - Using Ratios to make decisions</Template>
  <TotalTime>8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2015-12-27T11:51:00Z</dcterms:created>
  <dcterms:modified xsi:type="dcterms:W3CDTF">2015-12-27T11:51:00Z</dcterms:modified>
</cp:coreProperties>
</file>